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7BA" w:rsidRDefault="003F77BA" w:rsidP="003F77BA">
      <w:pPr>
        <w:jc w:val="center"/>
        <w:rPr>
          <w:b/>
          <w:sz w:val="40"/>
          <w:szCs w:val="40"/>
        </w:rPr>
      </w:pPr>
    </w:p>
    <w:p w:rsidR="003F77BA" w:rsidRDefault="003F77BA" w:rsidP="003F77B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</w:t>
      </w:r>
      <w:r w:rsidRPr="0001407D">
        <w:rPr>
          <w:b/>
          <w:sz w:val="40"/>
          <w:szCs w:val="40"/>
        </w:rPr>
        <w:t xml:space="preserve">uthorisation to Incur </w:t>
      </w:r>
      <w:r>
        <w:rPr>
          <w:b/>
          <w:sz w:val="40"/>
          <w:szCs w:val="40"/>
        </w:rPr>
        <w:t>Project</w:t>
      </w:r>
      <w:r w:rsidRPr="0001407D">
        <w:rPr>
          <w:b/>
          <w:sz w:val="40"/>
          <w:szCs w:val="40"/>
        </w:rPr>
        <w:t xml:space="preserve"> Expenses</w:t>
      </w:r>
    </w:p>
    <w:p w:rsidR="003F77BA" w:rsidRDefault="003F77BA" w:rsidP="003F77BA">
      <w:pPr>
        <w:rPr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6"/>
        <w:gridCol w:w="6954"/>
      </w:tblGrid>
      <w:tr w:rsidR="003F77BA" w:rsidTr="000B4063">
        <w:tc>
          <w:tcPr>
            <w:tcW w:w="2093" w:type="dxa"/>
          </w:tcPr>
          <w:p w:rsidR="003F77BA" w:rsidRPr="00944FA5" w:rsidRDefault="003F77BA" w:rsidP="000B4063">
            <w:pPr>
              <w:rPr>
                <w:b/>
              </w:rPr>
            </w:pPr>
            <w:r>
              <w:rPr>
                <w:b/>
              </w:rPr>
              <w:t>Project Number</w:t>
            </w:r>
          </w:p>
        </w:tc>
        <w:tc>
          <w:tcPr>
            <w:tcW w:w="7194" w:type="dxa"/>
          </w:tcPr>
          <w:p w:rsidR="003F77BA" w:rsidRDefault="003F77BA" w:rsidP="000B4063"/>
        </w:tc>
      </w:tr>
      <w:tr w:rsidR="003F77BA" w:rsidTr="000B4063">
        <w:tc>
          <w:tcPr>
            <w:tcW w:w="2093" w:type="dxa"/>
          </w:tcPr>
          <w:p w:rsidR="003F77BA" w:rsidRPr="00944FA5" w:rsidRDefault="003F77BA" w:rsidP="000B4063">
            <w:pPr>
              <w:rPr>
                <w:b/>
              </w:rPr>
            </w:pPr>
            <w:r w:rsidRPr="00944FA5">
              <w:rPr>
                <w:b/>
              </w:rPr>
              <w:t>Project Title</w:t>
            </w:r>
          </w:p>
        </w:tc>
        <w:tc>
          <w:tcPr>
            <w:tcW w:w="7194" w:type="dxa"/>
          </w:tcPr>
          <w:p w:rsidR="003F77BA" w:rsidRDefault="003F77BA" w:rsidP="000B4063"/>
        </w:tc>
      </w:tr>
      <w:tr w:rsidR="003F77BA" w:rsidTr="000B4063">
        <w:tc>
          <w:tcPr>
            <w:tcW w:w="2093" w:type="dxa"/>
          </w:tcPr>
          <w:p w:rsidR="003F77BA" w:rsidRPr="00944FA5" w:rsidRDefault="003F77BA" w:rsidP="000B4063">
            <w:pPr>
              <w:rPr>
                <w:b/>
              </w:rPr>
            </w:pPr>
            <w:r>
              <w:rPr>
                <w:b/>
              </w:rPr>
              <w:t>CEED Scholar</w:t>
            </w:r>
          </w:p>
        </w:tc>
        <w:tc>
          <w:tcPr>
            <w:tcW w:w="7194" w:type="dxa"/>
          </w:tcPr>
          <w:p w:rsidR="003F77BA" w:rsidRDefault="003F77BA" w:rsidP="000B4063"/>
        </w:tc>
      </w:tr>
    </w:tbl>
    <w:p w:rsidR="003F77BA" w:rsidRDefault="003F77BA" w:rsidP="003F77BA"/>
    <w:p w:rsidR="003F77BA" w:rsidRDefault="003F77BA" w:rsidP="003F77BA"/>
    <w:p w:rsidR="003F77BA" w:rsidRDefault="003F77BA" w:rsidP="003F77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6945"/>
      </w:tblGrid>
      <w:tr w:rsidR="003F77BA" w:rsidTr="000B4063">
        <w:trPr>
          <w:trHeight w:val="2962"/>
        </w:trPr>
        <w:tc>
          <w:tcPr>
            <w:tcW w:w="2093" w:type="dxa"/>
          </w:tcPr>
          <w:p w:rsidR="003F77BA" w:rsidRPr="003028C1" w:rsidRDefault="003F77BA" w:rsidP="000B4063">
            <w:pPr>
              <w:rPr>
                <w:b/>
              </w:rPr>
            </w:pPr>
            <w:r w:rsidRPr="003028C1">
              <w:rPr>
                <w:b/>
              </w:rPr>
              <w:t>Purpose of Expenditure</w:t>
            </w:r>
          </w:p>
        </w:tc>
        <w:tc>
          <w:tcPr>
            <w:tcW w:w="7194" w:type="dxa"/>
          </w:tcPr>
          <w:p w:rsidR="003F77BA" w:rsidRDefault="003F77BA" w:rsidP="000B4063"/>
        </w:tc>
      </w:tr>
      <w:tr w:rsidR="003F77BA" w:rsidTr="000B4063">
        <w:tc>
          <w:tcPr>
            <w:tcW w:w="2093" w:type="dxa"/>
          </w:tcPr>
          <w:p w:rsidR="003F77BA" w:rsidRPr="003028C1" w:rsidRDefault="003F77BA" w:rsidP="000B4063">
            <w:pPr>
              <w:rPr>
                <w:b/>
              </w:rPr>
            </w:pPr>
            <w:r w:rsidRPr="003028C1">
              <w:rPr>
                <w:b/>
              </w:rPr>
              <w:t>Estimate</w:t>
            </w:r>
            <w:r>
              <w:rPr>
                <w:b/>
              </w:rPr>
              <w:t xml:space="preserve">d </w:t>
            </w:r>
            <w:r w:rsidRPr="003028C1">
              <w:rPr>
                <w:b/>
              </w:rPr>
              <w:t>Expenditure</w:t>
            </w:r>
          </w:p>
        </w:tc>
        <w:tc>
          <w:tcPr>
            <w:tcW w:w="7194" w:type="dxa"/>
          </w:tcPr>
          <w:p w:rsidR="003F77BA" w:rsidRDefault="003F77BA" w:rsidP="000B4063"/>
        </w:tc>
      </w:tr>
      <w:tr w:rsidR="003F77BA" w:rsidTr="000B4063">
        <w:tc>
          <w:tcPr>
            <w:tcW w:w="2093" w:type="dxa"/>
          </w:tcPr>
          <w:p w:rsidR="003F77BA" w:rsidRPr="003028C1" w:rsidRDefault="003F77BA" w:rsidP="000B4063">
            <w:pPr>
              <w:rPr>
                <w:b/>
              </w:rPr>
            </w:pPr>
            <w:r>
              <w:rPr>
                <w:b/>
              </w:rPr>
              <w:t>Quotation/ Estimate Source</w:t>
            </w:r>
          </w:p>
        </w:tc>
        <w:tc>
          <w:tcPr>
            <w:tcW w:w="7194" w:type="dxa"/>
          </w:tcPr>
          <w:p w:rsidR="003F77BA" w:rsidRDefault="003F77BA" w:rsidP="000B4063"/>
        </w:tc>
      </w:tr>
      <w:tr w:rsidR="003F77BA" w:rsidTr="000B4063">
        <w:tc>
          <w:tcPr>
            <w:tcW w:w="2093" w:type="dxa"/>
          </w:tcPr>
          <w:p w:rsidR="003F77BA" w:rsidRPr="003028C1" w:rsidRDefault="003F77BA" w:rsidP="000B4063">
            <w:pPr>
              <w:rPr>
                <w:b/>
              </w:rPr>
            </w:pPr>
            <w:r>
              <w:rPr>
                <w:b/>
              </w:rPr>
              <w:t>Attachments</w:t>
            </w:r>
          </w:p>
        </w:tc>
        <w:tc>
          <w:tcPr>
            <w:tcW w:w="7194" w:type="dxa"/>
          </w:tcPr>
          <w:p w:rsidR="003F77BA" w:rsidRDefault="003F77BA" w:rsidP="000B4063">
            <w:r>
              <w:t>[</w:t>
            </w:r>
            <w:r w:rsidRPr="003028C1">
              <w:rPr>
                <w:i/>
              </w:rPr>
              <w:t xml:space="preserve">All Quotes/Estimates </w:t>
            </w:r>
            <w:r>
              <w:rPr>
                <w:i/>
              </w:rPr>
              <w:t xml:space="preserve">comprising the estimated expenditure </w:t>
            </w:r>
            <w:r w:rsidRPr="003028C1">
              <w:rPr>
                <w:i/>
              </w:rPr>
              <w:t>must be attached</w:t>
            </w:r>
            <w:r>
              <w:rPr>
                <w:i/>
              </w:rPr>
              <w:t xml:space="preserve"> and listed here</w:t>
            </w:r>
            <w:r>
              <w:t>]</w:t>
            </w:r>
          </w:p>
        </w:tc>
      </w:tr>
    </w:tbl>
    <w:p w:rsidR="003F77BA" w:rsidRDefault="003F77BA" w:rsidP="003F77BA"/>
    <w:p w:rsidR="003F77BA" w:rsidRDefault="003F77BA" w:rsidP="003F77BA"/>
    <w:p w:rsidR="003F77BA" w:rsidRDefault="003F77BA" w:rsidP="003F77BA">
      <w:pPr>
        <w:rPr>
          <w:sz w:val="40"/>
          <w:szCs w:val="40"/>
        </w:rPr>
      </w:pPr>
      <w:r>
        <w:rPr>
          <w:b/>
          <w:sz w:val="40"/>
          <w:szCs w:val="40"/>
        </w:rPr>
        <w:t>A</w:t>
      </w:r>
      <w:r w:rsidRPr="0001407D">
        <w:rPr>
          <w:b/>
          <w:sz w:val="40"/>
          <w:szCs w:val="40"/>
        </w:rPr>
        <w:t>uthorisation</w:t>
      </w:r>
      <w:r>
        <w:rPr>
          <w:b/>
          <w:sz w:val="40"/>
          <w:szCs w:val="40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0"/>
        <w:gridCol w:w="4635"/>
        <w:gridCol w:w="2705"/>
      </w:tblGrid>
      <w:tr w:rsidR="003F77BA" w:rsidTr="000B4063">
        <w:trPr>
          <w:trHeight w:val="309"/>
        </w:trPr>
        <w:tc>
          <w:tcPr>
            <w:tcW w:w="1689" w:type="dxa"/>
          </w:tcPr>
          <w:p w:rsidR="003F77BA" w:rsidRDefault="003F77BA" w:rsidP="000B4063">
            <w:pPr>
              <w:rPr>
                <w:b/>
              </w:rPr>
            </w:pPr>
          </w:p>
        </w:tc>
        <w:tc>
          <w:tcPr>
            <w:tcW w:w="4798" w:type="dxa"/>
          </w:tcPr>
          <w:p w:rsidR="003F77BA" w:rsidRPr="001257F3" w:rsidRDefault="003F77BA" w:rsidP="000B4063">
            <w:pPr>
              <w:rPr>
                <w:b/>
              </w:rPr>
            </w:pPr>
            <w:r w:rsidRPr="001257F3">
              <w:rPr>
                <w:b/>
              </w:rPr>
              <w:t>Signature</w:t>
            </w:r>
          </w:p>
        </w:tc>
        <w:tc>
          <w:tcPr>
            <w:tcW w:w="2800" w:type="dxa"/>
          </w:tcPr>
          <w:p w:rsidR="003F77BA" w:rsidRPr="001257F3" w:rsidRDefault="003F77BA" w:rsidP="000B4063">
            <w:pPr>
              <w:rPr>
                <w:b/>
              </w:rPr>
            </w:pPr>
            <w:r w:rsidRPr="001257F3">
              <w:rPr>
                <w:b/>
              </w:rPr>
              <w:t>Date</w:t>
            </w:r>
          </w:p>
        </w:tc>
      </w:tr>
      <w:tr w:rsidR="003F77BA" w:rsidTr="000B4063">
        <w:trPr>
          <w:trHeight w:val="851"/>
        </w:trPr>
        <w:tc>
          <w:tcPr>
            <w:tcW w:w="1689" w:type="dxa"/>
          </w:tcPr>
          <w:p w:rsidR="003F77BA" w:rsidRPr="00944FA5" w:rsidRDefault="003F77BA" w:rsidP="000B4063">
            <w:pPr>
              <w:rPr>
                <w:b/>
              </w:rPr>
            </w:pPr>
            <w:r>
              <w:rPr>
                <w:b/>
              </w:rPr>
              <w:t>Mentor</w:t>
            </w:r>
          </w:p>
        </w:tc>
        <w:tc>
          <w:tcPr>
            <w:tcW w:w="4798" w:type="dxa"/>
          </w:tcPr>
          <w:p w:rsidR="003F77BA" w:rsidRDefault="003F77BA" w:rsidP="000B4063"/>
        </w:tc>
        <w:tc>
          <w:tcPr>
            <w:tcW w:w="2800" w:type="dxa"/>
          </w:tcPr>
          <w:p w:rsidR="003F77BA" w:rsidRDefault="003F77BA" w:rsidP="000B4063"/>
        </w:tc>
      </w:tr>
      <w:tr w:rsidR="003F77BA" w:rsidTr="000B4063">
        <w:trPr>
          <w:trHeight w:val="851"/>
        </w:trPr>
        <w:tc>
          <w:tcPr>
            <w:tcW w:w="1689" w:type="dxa"/>
          </w:tcPr>
          <w:p w:rsidR="003F77BA" w:rsidRPr="00944FA5" w:rsidRDefault="003F77BA" w:rsidP="000B4063">
            <w:pPr>
              <w:rPr>
                <w:b/>
              </w:rPr>
            </w:pPr>
            <w:r>
              <w:rPr>
                <w:b/>
              </w:rPr>
              <w:t>Supervisor</w:t>
            </w:r>
          </w:p>
        </w:tc>
        <w:tc>
          <w:tcPr>
            <w:tcW w:w="4798" w:type="dxa"/>
          </w:tcPr>
          <w:p w:rsidR="003F77BA" w:rsidRDefault="003F77BA" w:rsidP="000B4063"/>
        </w:tc>
        <w:tc>
          <w:tcPr>
            <w:tcW w:w="2800" w:type="dxa"/>
          </w:tcPr>
          <w:p w:rsidR="003F77BA" w:rsidRDefault="003F77BA" w:rsidP="000B4063"/>
        </w:tc>
      </w:tr>
      <w:tr w:rsidR="003F77BA" w:rsidTr="000B4063">
        <w:trPr>
          <w:trHeight w:val="851"/>
        </w:trPr>
        <w:tc>
          <w:tcPr>
            <w:tcW w:w="1689" w:type="dxa"/>
          </w:tcPr>
          <w:p w:rsidR="003F77BA" w:rsidRPr="00944FA5" w:rsidRDefault="003F77BA" w:rsidP="000B4063">
            <w:pPr>
              <w:rPr>
                <w:b/>
              </w:rPr>
            </w:pPr>
            <w:r>
              <w:rPr>
                <w:b/>
              </w:rPr>
              <w:t>CEED Director</w:t>
            </w:r>
          </w:p>
        </w:tc>
        <w:tc>
          <w:tcPr>
            <w:tcW w:w="4798" w:type="dxa"/>
          </w:tcPr>
          <w:p w:rsidR="003F77BA" w:rsidRDefault="003F77BA" w:rsidP="000B4063"/>
        </w:tc>
        <w:tc>
          <w:tcPr>
            <w:tcW w:w="2800" w:type="dxa"/>
          </w:tcPr>
          <w:p w:rsidR="003F77BA" w:rsidRDefault="003F77BA" w:rsidP="000B4063"/>
        </w:tc>
      </w:tr>
    </w:tbl>
    <w:p w:rsidR="00FB6CCD" w:rsidRDefault="00FB6CCD" w:rsidP="005D6039">
      <w:pPr>
        <w:rPr>
          <w:sz w:val="20"/>
        </w:rPr>
      </w:pPr>
      <w:bookmarkStart w:id="0" w:name="_GoBack"/>
      <w:bookmarkEnd w:id="0"/>
    </w:p>
    <w:sectPr w:rsidR="00FB6CCD" w:rsidSect="004B4B33">
      <w:headerReference w:type="default" r:id="rId7"/>
      <w:footerReference w:type="default" r:id="rId8"/>
      <w:pgSz w:w="11900" w:h="16840"/>
      <w:pgMar w:top="1440" w:right="1440" w:bottom="1440" w:left="1440" w:header="15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858" w:rsidRDefault="00B55858" w:rsidP="00FB6CCD">
      <w:r>
        <w:separator/>
      </w:r>
    </w:p>
  </w:endnote>
  <w:endnote w:type="continuationSeparator" w:id="0">
    <w:p w:rsidR="00B55858" w:rsidRDefault="00B55858" w:rsidP="00FB6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073" w:type="dxa"/>
      <w:tblCellSpacing w:w="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284" w:type="dxa"/>
      </w:tblCellMar>
      <w:tblLook w:val="04A0" w:firstRow="1" w:lastRow="0" w:firstColumn="1" w:lastColumn="0" w:noHBand="0" w:noVBand="1"/>
    </w:tblPr>
    <w:tblGrid>
      <w:gridCol w:w="3261"/>
      <w:gridCol w:w="3402"/>
      <w:gridCol w:w="2410"/>
    </w:tblGrid>
    <w:tr w:rsidR="00AC1C91" w:rsidTr="003F77BA">
      <w:trPr>
        <w:tblCellSpacing w:w="71" w:type="dxa"/>
      </w:trPr>
      <w:tc>
        <w:tcPr>
          <w:tcW w:w="3048" w:type="dxa"/>
        </w:tcPr>
        <w:p w:rsidR="00AC1C91" w:rsidRPr="00AC1C91" w:rsidRDefault="00AC1C91" w:rsidP="00AC1C91">
          <w:pPr>
            <w:pStyle w:val="Footer"/>
            <w:spacing w:line="312" w:lineRule="auto"/>
            <w:rPr>
              <w:sz w:val="16"/>
              <w:szCs w:val="20"/>
            </w:rPr>
          </w:pPr>
          <w:r w:rsidRPr="00AC1C91">
            <w:rPr>
              <w:b/>
              <w:color w:val="260185"/>
              <w:sz w:val="16"/>
              <w:szCs w:val="20"/>
            </w:rPr>
            <w:t xml:space="preserve">Co-operative Education </w:t>
          </w:r>
          <w:r w:rsidRPr="00AC1C91">
            <w:rPr>
              <w:b/>
              <w:color w:val="260185"/>
              <w:sz w:val="16"/>
              <w:szCs w:val="20"/>
            </w:rPr>
            <w:br/>
            <w:t>for Enterprise Development</w:t>
          </w:r>
          <w:r w:rsidRPr="00AC1C91">
            <w:rPr>
              <w:color w:val="260185"/>
              <w:sz w:val="16"/>
              <w:szCs w:val="20"/>
            </w:rPr>
            <w:t xml:space="preserve"> </w:t>
          </w:r>
          <w:r w:rsidRPr="00AC1C91">
            <w:rPr>
              <w:sz w:val="16"/>
              <w:szCs w:val="20"/>
            </w:rPr>
            <w:br/>
          </w:r>
          <w:r w:rsidRPr="00AC1C91">
            <w:rPr>
              <w:color w:val="00CFC8"/>
              <w:sz w:val="16"/>
              <w:szCs w:val="20"/>
            </w:rPr>
            <w:t>(CEEDWA)</w:t>
          </w:r>
        </w:p>
      </w:tc>
      <w:tc>
        <w:tcPr>
          <w:tcW w:w="3260" w:type="dxa"/>
        </w:tcPr>
        <w:p w:rsidR="00AC1C91" w:rsidRPr="00AC1C91" w:rsidRDefault="00AC1C91" w:rsidP="00AC1C91">
          <w:pPr>
            <w:spacing w:line="312" w:lineRule="auto"/>
            <w:rPr>
              <w:color w:val="260185"/>
              <w:sz w:val="16"/>
              <w:szCs w:val="20"/>
            </w:rPr>
          </w:pPr>
          <w:r w:rsidRPr="00AC1C91">
            <w:rPr>
              <w:color w:val="260185"/>
              <w:sz w:val="16"/>
              <w:szCs w:val="20"/>
            </w:rPr>
            <w:t>The University of Western Australia</w:t>
          </w:r>
        </w:p>
        <w:p w:rsidR="00AC1C91" w:rsidRPr="00AC1C91" w:rsidRDefault="00AC1C91" w:rsidP="00AC1C91">
          <w:pPr>
            <w:spacing w:line="312" w:lineRule="auto"/>
            <w:rPr>
              <w:color w:val="260185"/>
              <w:sz w:val="16"/>
              <w:szCs w:val="20"/>
            </w:rPr>
          </w:pPr>
          <w:r w:rsidRPr="00AC1C91">
            <w:rPr>
              <w:color w:val="260185"/>
              <w:sz w:val="16"/>
              <w:szCs w:val="20"/>
            </w:rPr>
            <w:t>35 Stirling Highway</w:t>
          </w:r>
        </w:p>
        <w:p w:rsidR="00AC1C91" w:rsidRPr="00AC1C91" w:rsidRDefault="00AC1C91" w:rsidP="00AC1C91">
          <w:pPr>
            <w:spacing w:line="312" w:lineRule="auto"/>
            <w:rPr>
              <w:sz w:val="16"/>
              <w:szCs w:val="20"/>
            </w:rPr>
          </w:pPr>
          <w:r w:rsidRPr="00AC1C91">
            <w:rPr>
              <w:color w:val="260185"/>
              <w:sz w:val="16"/>
              <w:szCs w:val="20"/>
            </w:rPr>
            <w:t>Crawley WA 6009</w:t>
          </w:r>
        </w:p>
      </w:tc>
      <w:tc>
        <w:tcPr>
          <w:tcW w:w="2197" w:type="dxa"/>
        </w:tcPr>
        <w:p w:rsidR="00AC1C91" w:rsidRPr="00AC1C91" w:rsidRDefault="00AC1C91" w:rsidP="00AC1C91">
          <w:pPr>
            <w:pStyle w:val="Footer"/>
            <w:spacing w:line="312" w:lineRule="auto"/>
            <w:rPr>
              <w:color w:val="10CFC9"/>
              <w:sz w:val="16"/>
              <w:szCs w:val="20"/>
            </w:rPr>
          </w:pPr>
          <w:r w:rsidRPr="00AC1C91">
            <w:rPr>
              <w:color w:val="10CFC9"/>
              <w:sz w:val="16"/>
              <w:szCs w:val="20"/>
            </w:rPr>
            <w:t>+61 8 6488 3130</w:t>
          </w:r>
        </w:p>
        <w:p w:rsidR="00AC1C91" w:rsidRPr="00AC1C91" w:rsidRDefault="00AC1C91" w:rsidP="00AC1C91">
          <w:pPr>
            <w:pStyle w:val="Footer"/>
            <w:spacing w:line="312" w:lineRule="auto"/>
            <w:rPr>
              <w:color w:val="10CFC9"/>
              <w:sz w:val="16"/>
              <w:szCs w:val="20"/>
            </w:rPr>
          </w:pPr>
          <w:r w:rsidRPr="00AC1C91">
            <w:rPr>
              <w:color w:val="10CFC9"/>
              <w:sz w:val="16"/>
              <w:szCs w:val="20"/>
            </w:rPr>
            <w:t>ceed@uwa.edu.au</w:t>
          </w:r>
        </w:p>
        <w:p w:rsidR="00AC1C91" w:rsidRPr="00AC1C91" w:rsidRDefault="00AC1C91" w:rsidP="00AC1C91">
          <w:pPr>
            <w:pStyle w:val="Footer"/>
            <w:spacing w:line="312" w:lineRule="auto"/>
            <w:rPr>
              <w:sz w:val="16"/>
              <w:szCs w:val="20"/>
            </w:rPr>
          </w:pPr>
          <w:r w:rsidRPr="00AC1C91">
            <w:rPr>
              <w:color w:val="10CFC9"/>
              <w:sz w:val="16"/>
              <w:szCs w:val="20"/>
            </w:rPr>
            <w:t>www.ceed.wa.edu.au</w:t>
          </w:r>
        </w:p>
      </w:tc>
    </w:tr>
  </w:tbl>
  <w:p w:rsidR="00FB6CCD" w:rsidRDefault="00FB6C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858" w:rsidRDefault="00B55858" w:rsidP="00FB6CCD">
      <w:r>
        <w:separator/>
      </w:r>
    </w:p>
  </w:footnote>
  <w:footnote w:type="continuationSeparator" w:id="0">
    <w:p w:rsidR="00B55858" w:rsidRDefault="00B55858" w:rsidP="00FB6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CCD" w:rsidRDefault="00956ABA" w:rsidP="005D603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4373880</wp:posOffset>
          </wp:positionH>
          <wp:positionV relativeFrom="page">
            <wp:posOffset>911860</wp:posOffset>
          </wp:positionV>
          <wp:extent cx="1440000" cy="25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sse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858"/>
    <w:rsid w:val="000F6B8A"/>
    <w:rsid w:val="00243553"/>
    <w:rsid w:val="003F77BA"/>
    <w:rsid w:val="0048003B"/>
    <w:rsid w:val="004B4B33"/>
    <w:rsid w:val="005D6039"/>
    <w:rsid w:val="00956ABA"/>
    <w:rsid w:val="00AC1C91"/>
    <w:rsid w:val="00B15E75"/>
    <w:rsid w:val="00B55858"/>
    <w:rsid w:val="00D44A41"/>
    <w:rsid w:val="00ED3EF0"/>
    <w:rsid w:val="00FB6CCD"/>
    <w:rsid w:val="00FC351F"/>
    <w:rsid w:val="00FF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efaultImageDpi w14:val="32767"/>
  <w15:chartTrackingRefBased/>
  <w15:docId w15:val="{5AE42962-8604-466E-AC97-1DFC4ADB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C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CCD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FB6C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CCD"/>
    <w:rPr>
      <w:lang w:val="en-AU"/>
    </w:rPr>
  </w:style>
  <w:style w:type="table" w:styleId="TableGrid">
    <w:name w:val="Table Grid"/>
    <w:basedOn w:val="TableNormal"/>
    <w:uiPriority w:val="59"/>
    <w:rsid w:val="00AC1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60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039"/>
    <w:rPr>
      <w:rFonts w:ascii="Segoe UI" w:hAnsi="Segoe UI" w:cs="Segoe UI"/>
      <w:sz w:val="18"/>
      <w:szCs w:val="18"/>
      <w:lang w:val="en-AU"/>
    </w:rPr>
  </w:style>
  <w:style w:type="paragraph" w:customStyle="1" w:styleId="Greeting">
    <w:name w:val="Greeting"/>
    <w:basedOn w:val="Normal"/>
    <w:rsid w:val="003F77BA"/>
    <w:pPr>
      <w:spacing w:before="120" w:after="120" w:line="264" w:lineRule="auto"/>
      <w:jc w:val="both"/>
    </w:pPr>
    <w:rPr>
      <w:rFonts w:ascii="Arial" w:hAnsi="Arial"/>
      <w:color w:val="000000" w:themeColor="text1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73693\AppData\Local\Microsoft\Windows\INetCache\Content.Outlook\QBH8UPY7\CEED-Letterhead_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C879D2-0F78-4463-95A9-B1A546DF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CEED-Letterhead_01.dotx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Bolt</dc:creator>
  <cp:keywords/>
  <dc:description/>
  <cp:lastModifiedBy>Amanda Bolt</cp:lastModifiedBy>
  <cp:revision>2</cp:revision>
  <cp:lastPrinted>2018-04-16T04:39:00Z</cp:lastPrinted>
  <dcterms:created xsi:type="dcterms:W3CDTF">2018-04-16T04:40:00Z</dcterms:created>
  <dcterms:modified xsi:type="dcterms:W3CDTF">2018-04-16T04:40:00Z</dcterms:modified>
</cp:coreProperties>
</file>